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FF0" w:rsidRPr="00854FF0" w:rsidRDefault="00495AB4" w:rsidP="00854FF0">
      <w:pPr>
        <w:pStyle w:val="OZNPROJEKTUwskazaniedatylubwersjiprojektu"/>
      </w:pPr>
      <w:bookmarkStart w:id="0" w:name="_GoBack"/>
      <w:bookmarkEnd w:id="0"/>
      <w:r>
        <w:t xml:space="preserve">Projekt z dnia </w:t>
      </w:r>
      <w:r w:rsidR="004D319E">
        <w:t>29</w:t>
      </w:r>
      <w:r w:rsidR="00983268">
        <w:t>.</w:t>
      </w:r>
      <w:r w:rsidR="00A832D9">
        <w:t>10</w:t>
      </w:r>
      <w:r>
        <w:t>.201</w:t>
      </w:r>
      <w:r w:rsidR="00983268">
        <w:t>9</w:t>
      </w:r>
      <w:r>
        <w:t xml:space="preserve"> r.</w:t>
      </w:r>
    </w:p>
    <w:p w:rsidR="00854FF0" w:rsidRPr="00854FF0" w:rsidRDefault="00495AB4" w:rsidP="00854FF0">
      <w:pPr>
        <w:pStyle w:val="OZNRODZAKTUtznustawalubrozporzdzenieiorganwydajcy"/>
      </w:pPr>
      <w:r w:rsidRPr="00854FF0">
        <w:t>ROZPORZĄDZENIE</w:t>
      </w:r>
    </w:p>
    <w:p w:rsidR="00854FF0" w:rsidRPr="00854FF0" w:rsidRDefault="00495AB4" w:rsidP="00854FF0">
      <w:pPr>
        <w:pStyle w:val="OZNRODZAKTUtznustawalubrozporzdzenieiorganwydajcy"/>
      </w:pPr>
      <w:r>
        <w:t>MINISTRA ZDROWIA</w:t>
      </w:r>
      <w:r>
        <w:rPr>
          <w:rStyle w:val="Odwoanieprzypisudolnego"/>
        </w:rPr>
        <w:footnoteReference w:id="1"/>
      </w:r>
      <w:r>
        <w:rPr>
          <w:rStyle w:val="IGindeksgrny"/>
        </w:rPr>
        <w:t>)</w:t>
      </w:r>
      <w:r w:rsidRPr="00854FF0">
        <w:t xml:space="preserve"> </w:t>
      </w:r>
    </w:p>
    <w:p w:rsidR="00854FF0" w:rsidRPr="00854FF0" w:rsidRDefault="00495AB4" w:rsidP="00854FF0">
      <w:pPr>
        <w:pStyle w:val="DATAAKTUdatauchwalenialubwydaniaaktu"/>
      </w:pPr>
      <w:r w:rsidRPr="00854FF0">
        <w:t>z dnia .................... 2018 r.</w:t>
      </w:r>
    </w:p>
    <w:p w:rsidR="00854FF0" w:rsidRPr="00854FF0" w:rsidRDefault="00495AB4" w:rsidP="001A6F15">
      <w:pPr>
        <w:pStyle w:val="TYTUAKTUprzedmiotregulacjiustawylubrozporzdzenia"/>
      </w:pPr>
      <w:r w:rsidRPr="00C20394">
        <w:t xml:space="preserve">w sprawie </w:t>
      </w:r>
      <w:r w:rsidR="000F1872">
        <w:t>R</w:t>
      </w:r>
      <w:r w:rsidR="000F1872" w:rsidRPr="00C20394">
        <w:t xml:space="preserve">ejestru </w:t>
      </w:r>
      <w:r w:rsidR="000F1872">
        <w:rPr>
          <w:rStyle w:val="Ppogrubienie"/>
        </w:rPr>
        <w:t>H</w:t>
      </w:r>
      <w:r w:rsidR="000F1872" w:rsidRPr="001A6F15">
        <w:rPr>
          <w:rStyle w:val="Ppogrubienie"/>
          <w:b/>
        </w:rPr>
        <w:t>ipercholesterolemii</w:t>
      </w:r>
      <w:r w:rsidR="000F1872" w:rsidRPr="00C20394">
        <w:rPr>
          <w:rStyle w:val="Ppogrubienie"/>
          <w:b/>
        </w:rPr>
        <w:t xml:space="preserve"> </w:t>
      </w:r>
      <w:r w:rsidR="000F1872">
        <w:rPr>
          <w:rStyle w:val="Ppogrubienie"/>
        </w:rPr>
        <w:t>R</w:t>
      </w:r>
      <w:r w:rsidR="000F1872" w:rsidRPr="00C20394">
        <w:rPr>
          <w:rStyle w:val="Ppogrubienie"/>
          <w:b/>
        </w:rPr>
        <w:t>odzinnej</w:t>
      </w:r>
    </w:p>
    <w:p w:rsidR="00EA15B0" w:rsidRPr="00C20394" w:rsidRDefault="00495AB4" w:rsidP="00C20394">
      <w:pPr>
        <w:pStyle w:val="NIEARTTEKSTtekstnieartykuowanynppodstprawnarozplubpreambua"/>
      </w:pPr>
      <w:r w:rsidRPr="00C20394">
        <w:t xml:space="preserve">Na podstawie art. 20 ust. 1 ustawy z dnia 28 kwietnia </w:t>
      </w:r>
      <w:r>
        <w:t>2011 r. o systemie informacji w </w:t>
      </w:r>
      <w:r w:rsidRPr="00C20394">
        <w:t xml:space="preserve">ochronie zdrowia (Dz. U. z </w:t>
      </w:r>
      <w:r w:rsidR="000F3510" w:rsidRPr="00C20394">
        <w:t>201</w:t>
      </w:r>
      <w:r w:rsidR="000F3510">
        <w:t>9</w:t>
      </w:r>
      <w:r w:rsidR="000F3510" w:rsidRPr="00C20394">
        <w:t xml:space="preserve"> </w:t>
      </w:r>
      <w:r w:rsidRPr="00C20394">
        <w:t xml:space="preserve">r. poz. </w:t>
      </w:r>
      <w:r w:rsidR="000F3510">
        <w:t>408 i 730</w:t>
      </w:r>
      <w:r w:rsidRPr="00C20394">
        <w:t>) zarządza się, co następuje:</w:t>
      </w:r>
    </w:p>
    <w:p w:rsidR="00EA15B0" w:rsidRPr="00EA15B0" w:rsidRDefault="00495AB4" w:rsidP="004C4BEE">
      <w:pPr>
        <w:pStyle w:val="ARTartustawynprozporzdzenia"/>
      </w:pPr>
      <w:r w:rsidRPr="00EA15B0">
        <w:rPr>
          <w:rStyle w:val="Ppogrubienie"/>
        </w:rPr>
        <w:t>§  1.</w:t>
      </w:r>
      <w:r w:rsidRPr="00EA15B0">
        <w:t xml:space="preserve"> Rozporządzenie </w:t>
      </w:r>
      <w:r w:rsidRPr="004C4BEE">
        <w:t>określa</w:t>
      </w:r>
      <w:r w:rsidRPr="00EA15B0">
        <w:t>:</w:t>
      </w:r>
    </w:p>
    <w:p w:rsidR="00EA15B0" w:rsidRPr="004C4BEE" w:rsidRDefault="00495AB4" w:rsidP="004C4BEE">
      <w:pPr>
        <w:pStyle w:val="PKTpunkt"/>
      </w:pPr>
      <w:r w:rsidRPr="00EA15B0">
        <w:t>1)</w:t>
      </w:r>
      <w:r w:rsidRPr="00EA15B0">
        <w:tab/>
      </w:r>
      <w:r w:rsidRPr="004C4BEE">
        <w:t xml:space="preserve">podmiot prowadzący </w:t>
      </w:r>
      <w:r w:rsidR="002F0B56" w:rsidRPr="004C4BEE">
        <w:t>Rejestr Hipercholesterolemii  Rodzinnej</w:t>
      </w:r>
      <w:r w:rsidRPr="004C4BEE">
        <w:t xml:space="preserve">, zwany dalej „rejestrem”; </w:t>
      </w:r>
    </w:p>
    <w:p w:rsidR="00EA15B0" w:rsidRPr="004C4BEE" w:rsidRDefault="00495AB4" w:rsidP="004C4BEE">
      <w:pPr>
        <w:pStyle w:val="PKTpunkt"/>
      </w:pPr>
      <w:r w:rsidRPr="004C4BEE">
        <w:t>2)</w:t>
      </w:r>
      <w:r w:rsidRPr="004C4BEE">
        <w:tab/>
        <w:t>sposób prowadzenia rejestru;</w:t>
      </w:r>
    </w:p>
    <w:p w:rsidR="00EA15B0" w:rsidRPr="004C4BEE" w:rsidRDefault="00495AB4" w:rsidP="004C4BEE">
      <w:pPr>
        <w:pStyle w:val="PKTpunkt"/>
      </w:pPr>
      <w:r w:rsidRPr="004C4BEE">
        <w:t>3)</w:t>
      </w:r>
      <w:r w:rsidRPr="004C4BEE">
        <w:tab/>
        <w:t>usługodawców</w:t>
      </w:r>
      <w:r w:rsidR="00A832D9">
        <w:t xml:space="preserve"> i</w:t>
      </w:r>
      <w:r w:rsidR="00A832D9" w:rsidRPr="00A832D9">
        <w:t xml:space="preserve"> podmiot prowadzący rejestry publiczne oraz rejestry medyczne</w:t>
      </w:r>
      <w:r w:rsidRPr="004C4BEE">
        <w:t xml:space="preserve"> </w:t>
      </w:r>
      <w:r w:rsidR="00A832D9" w:rsidRPr="004C4BEE">
        <w:t>obowiązan</w:t>
      </w:r>
      <w:r w:rsidR="00A832D9">
        <w:t>e</w:t>
      </w:r>
      <w:r w:rsidR="00A832D9" w:rsidRPr="004C4BEE">
        <w:t xml:space="preserve"> </w:t>
      </w:r>
      <w:r w:rsidRPr="004C4BEE">
        <w:t xml:space="preserve">do przekazywania danych do rejestru oraz sposób i termin przekazywania  przez </w:t>
      </w:r>
      <w:r w:rsidR="00A832D9">
        <w:t>nich danych</w:t>
      </w:r>
      <w:r w:rsidR="00A832D9" w:rsidRPr="004C4BEE">
        <w:t xml:space="preserve"> </w:t>
      </w:r>
      <w:r w:rsidRPr="004C4BEE">
        <w:t>do rejestru;</w:t>
      </w:r>
    </w:p>
    <w:p w:rsidR="00EA15B0" w:rsidRPr="004C4BEE" w:rsidRDefault="00495AB4" w:rsidP="004C4BEE">
      <w:pPr>
        <w:pStyle w:val="PKTpunkt"/>
      </w:pPr>
      <w:r w:rsidRPr="004C4BEE">
        <w:t>4)</w:t>
      </w:r>
      <w:r w:rsidRPr="004C4BEE">
        <w:tab/>
        <w:t>zakres i rodzaj danych przetwarzanych w rejestrze spośród danych określonych w art. 4 ust. 3 ustawy z dnia 28 kwietnia 2011 r. o systemie informacji w ochronie zdrowia, zwanej dalej „ustawą”;</w:t>
      </w:r>
    </w:p>
    <w:p w:rsidR="00EA15B0" w:rsidRPr="004C4BEE" w:rsidRDefault="00495AB4" w:rsidP="004C4BEE">
      <w:pPr>
        <w:pStyle w:val="PKTpunkt"/>
        <w:rPr>
          <w:rStyle w:val="Ppogrubienie"/>
          <w:b w:val="0"/>
        </w:rPr>
      </w:pPr>
      <w:r w:rsidRPr="004C4BEE">
        <w:t>5)</w:t>
      </w:r>
      <w:r w:rsidRPr="004C4BEE">
        <w:tab/>
        <w:t>rodzaje identyfikatorów przetwarzanych w rejestrze spośród identyfikatorów określonych w art. 17c ust. 2–5 ustawy.</w:t>
      </w:r>
    </w:p>
    <w:p w:rsidR="000F3510" w:rsidRPr="00EA15B0" w:rsidRDefault="00495AB4" w:rsidP="009944F0">
      <w:pPr>
        <w:pStyle w:val="ARTartustawynprozporzdzenia"/>
      </w:pPr>
      <w:r w:rsidRPr="00EA15B0">
        <w:rPr>
          <w:rStyle w:val="Ppogrubienie"/>
        </w:rPr>
        <w:t>§  2.</w:t>
      </w:r>
      <w:r w:rsidR="00CD7720">
        <w:t xml:space="preserve"> </w:t>
      </w:r>
      <w:r w:rsidRPr="00EA15B0">
        <w:t xml:space="preserve">Podmiotem prowadzącym rejestr jest </w:t>
      </w:r>
      <w:r w:rsidRPr="004C4BEE">
        <w:t>Uniwersyteckie</w:t>
      </w:r>
      <w:r w:rsidRPr="00EA15B0">
        <w:t xml:space="preserve"> Centrum Kliniczne w Gdańsku</w:t>
      </w:r>
      <w:r>
        <w:t>.</w:t>
      </w:r>
    </w:p>
    <w:p w:rsidR="005E404A" w:rsidRPr="00EA15B0" w:rsidRDefault="00495AB4" w:rsidP="009944F0">
      <w:pPr>
        <w:pStyle w:val="ARTartustawynprozporzdzenia"/>
      </w:pPr>
      <w:r w:rsidRPr="00EA15B0">
        <w:rPr>
          <w:rStyle w:val="Ppogrubienie"/>
        </w:rPr>
        <w:t>§ 3.</w:t>
      </w:r>
      <w:r w:rsidRPr="00EA15B0">
        <w:t xml:space="preserve"> Rejestr jest </w:t>
      </w:r>
      <w:r w:rsidRPr="004C4BEE">
        <w:t>prowadzony</w:t>
      </w:r>
      <w:r w:rsidRPr="00EA15B0">
        <w:t xml:space="preserve"> z wykorzystaniem systemu teleinformatycznego</w:t>
      </w:r>
      <w:r w:rsidR="000F3510">
        <w:t>.</w:t>
      </w:r>
    </w:p>
    <w:p w:rsidR="00EA15B0" w:rsidRPr="00EA15B0" w:rsidRDefault="00495AB4" w:rsidP="00EA15B0">
      <w:pPr>
        <w:pStyle w:val="ARTartustawynprozporzdzenia"/>
      </w:pPr>
      <w:r w:rsidRPr="00EA15B0">
        <w:rPr>
          <w:rStyle w:val="Ppogrubienie"/>
        </w:rPr>
        <w:t xml:space="preserve">§ </w:t>
      </w:r>
      <w:r w:rsidR="00946BE8">
        <w:rPr>
          <w:rStyle w:val="Ppogrubienie"/>
        </w:rPr>
        <w:t>4</w:t>
      </w:r>
      <w:r w:rsidRPr="00EA15B0">
        <w:rPr>
          <w:rStyle w:val="Ppogrubienie"/>
        </w:rPr>
        <w:t>.</w:t>
      </w:r>
      <w:r w:rsidRPr="00EA15B0">
        <w:tab/>
        <w:t>W rejestrze przetwarza się dane i identyfikatory obejmujące:</w:t>
      </w:r>
      <w:bookmarkStart w:id="1" w:name="mip43133484"/>
      <w:bookmarkEnd w:id="1"/>
    </w:p>
    <w:p w:rsidR="00EA15B0" w:rsidRPr="00EA15B0" w:rsidRDefault="00495AB4" w:rsidP="00EA15B0">
      <w:pPr>
        <w:pStyle w:val="PKTpunkt"/>
      </w:pPr>
      <w:r>
        <w:t xml:space="preserve">1) </w:t>
      </w:r>
      <w:r w:rsidRPr="00EA15B0">
        <w:t>dane osobowe dotyczące usługobiorcy:</w:t>
      </w:r>
    </w:p>
    <w:p w:rsidR="00EA15B0" w:rsidRPr="000B0E30" w:rsidRDefault="00495AB4" w:rsidP="004C4BEE">
      <w:pPr>
        <w:pStyle w:val="LITlitera"/>
      </w:pPr>
      <w:r w:rsidRPr="000B0E30">
        <w:t xml:space="preserve">a) imię (imiona) i nazwisko, </w:t>
      </w:r>
    </w:p>
    <w:p w:rsidR="00EA15B0" w:rsidRPr="004C4BEE" w:rsidRDefault="00495AB4" w:rsidP="004C4BEE">
      <w:pPr>
        <w:pStyle w:val="LITlitera"/>
      </w:pPr>
      <w:r w:rsidRPr="004C4BEE">
        <w:t xml:space="preserve">b) nazwisko rodowe, </w:t>
      </w:r>
    </w:p>
    <w:p w:rsidR="006C358D" w:rsidRDefault="00495AB4" w:rsidP="004C4BEE">
      <w:pPr>
        <w:pStyle w:val="LITlitera"/>
      </w:pPr>
      <w:r w:rsidRPr="000B0E30">
        <w:t xml:space="preserve">c) </w:t>
      </w:r>
      <w:r w:rsidR="006C358D" w:rsidRPr="006C358D">
        <w:t>imiona i nazwiska rodowe oraz numery PESEL rodziców,</w:t>
      </w:r>
    </w:p>
    <w:p w:rsidR="00EA15B0" w:rsidRPr="000B0E30" w:rsidRDefault="006C358D" w:rsidP="004C4BEE">
      <w:pPr>
        <w:pStyle w:val="LITlitera"/>
      </w:pPr>
      <w:r>
        <w:t xml:space="preserve">d) </w:t>
      </w:r>
      <w:r w:rsidR="00495AB4" w:rsidRPr="000B0E30">
        <w:t xml:space="preserve">płeć, </w:t>
      </w:r>
    </w:p>
    <w:p w:rsidR="00EA15B0" w:rsidRPr="000B0E30" w:rsidRDefault="00D87AF4" w:rsidP="004C4BEE">
      <w:pPr>
        <w:pStyle w:val="LITlitera"/>
      </w:pPr>
      <w:r>
        <w:lastRenderedPageBreak/>
        <w:t>e</w:t>
      </w:r>
      <w:r w:rsidR="00495AB4" w:rsidRPr="000B0E30">
        <w:t>) obywatelstwo,</w:t>
      </w:r>
    </w:p>
    <w:p w:rsidR="00EA15B0" w:rsidRPr="000B0E30" w:rsidRDefault="00D87AF4" w:rsidP="004C4BEE">
      <w:pPr>
        <w:pStyle w:val="LITlitera"/>
      </w:pPr>
      <w:r>
        <w:t>f</w:t>
      </w:r>
      <w:r w:rsidR="00495AB4" w:rsidRPr="000B0E30">
        <w:t xml:space="preserve">) wykształcenie, </w:t>
      </w:r>
    </w:p>
    <w:p w:rsidR="00A95D17" w:rsidRPr="000B0E30" w:rsidRDefault="00D87AF4" w:rsidP="004C4BEE">
      <w:pPr>
        <w:pStyle w:val="LITlitera"/>
      </w:pPr>
      <w:r>
        <w:t>g</w:t>
      </w:r>
      <w:r w:rsidR="00495AB4" w:rsidRPr="000B0E30">
        <w:t>) numer PESEL,</w:t>
      </w:r>
    </w:p>
    <w:p w:rsidR="00A95D17" w:rsidRPr="000B0E30" w:rsidRDefault="00D87AF4" w:rsidP="004C4BEE">
      <w:pPr>
        <w:pStyle w:val="LITlitera"/>
      </w:pPr>
      <w:r>
        <w:t>h</w:t>
      </w:r>
      <w:r w:rsidR="00A95D17" w:rsidRPr="000B0E30">
        <w:t>) datę urodzenia,</w:t>
      </w:r>
    </w:p>
    <w:p w:rsidR="00EA15B0" w:rsidRPr="000B0E30" w:rsidRDefault="00D87AF4" w:rsidP="004C4BEE">
      <w:pPr>
        <w:pStyle w:val="LITlitera"/>
      </w:pPr>
      <w:r>
        <w:t>i</w:t>
      </w:r>
      <w:r w:rsidR="00A95D17" w:rsidRPr="000B0E30">
        <w:t xml:space="preserve">) </w:t>
      </w:r>
      <w:r w:rsidR="00495AB4" w:rsidRPr="000B0E30">
        <w:t xml:space="preserve">w przypadku osób, które nie mają nadanego numeru PESEL – serię i numer paszportu albo innego dokumentu potwierdzającego tożsamość, </w:t>
      </w:r>
      <w:r w:rsidR="000F3510" w:rsidRPr="000B0E30">
        <w:t>albo niepowtarzalny identyfikator nadany przez państwo członkowskie Unii Europejskiej dla celów transgranicznej identyfikacji, o którym mowa w rozporządzeniu wykonawczym Komisji (UE) 2015/1501 z dnia 8 września 2015 r. w sprawie ram interoperacyjności na podstawie art. 12 ust. 8 rozporządzenia Parlamentu Europejskiego i Rady (UE) nr 910/2014 w sprawie identyfikacji elektronicznej i usług zaufania w odniesieniu do transakcji elektronicznych na rynku wewnętrznym</w:t>
      </w:r>
      <w:r w:rsidR="005E404A">
        <w:t xml:space="preserve"> </w:t>
      </w:r>
      <w:r w:rsidR="005E404A" w:rsidRPr="005E404A">
        <w:t>(Dz. Urz. UE L 235 z 0</w:t>
      </w:r>
      <w:r w:rsidR="005E404A">
        <w:t xml:space="preserve">9.09.2015, str. 1, z późn. zm. </w:t>
      </w:r>
      <w:r w:rsidR="005E404A">
        <w:rPr>
          <w:rStyle w:val="Odwoanieprzypisudolnego"/>
        </w:rPr>
        <w:footnoteReference w:id="2"/>
      </w:r>
      <w:r w:rsidR="005E404A" w:rsidRPr="005E404A">
        <w:t>),</w:t>
      </w:r>
    </w:p>
    <w:p w:rsidR="00743E9B" w:rsidRPr="000B0E30" w:rsidRDefault="00D87AF4" w:rsidP="004C4BEE">
      <w:pPr>
        <w:pStyle w:val="LITlitera"/>
      </w:pPr>
      <w:r>
        <w:t>j</w:t>
      </w:r>
      <w:r w:rsidR="00495AB4" w:rsidRPr="000B0E30">
        <w:t xml:space="preserve">) adres miejsca zamieszkania </w:t>
      </w:r>
      <w:r w:rsidR="00743E9B" w:rsidRPr="000B0E30">
        <w:t xml:space="preserve"> </w:t>
      </w:r>
      <w:r w:rsidR="004D319E">
        <w:t>lub</w:t>
      </w:r>
      <w:r w:rsidR="004D319E" w:rsidRPr="000B0E30">
        <w:t xml:space="preserve">  </w:t>
      </w:r>
      <w:r w:rsidR="00495AB4" w:rsidRPr="000B0E30">
        <w:t xml:space="preserve">adres do korespondencji, </w:t>
      </w:r>
    </w:p>
    <w:p w:rsidR="00EA15B0" w:rsidRPr="004C4BEE" w:rsidRDefault="00D87AF4" w:rsidP="004C4BEE">
      <w:pPr>
        <w:pStyle w:val="LITlitera"/>
      </w:pPr>
      <w:r>
        <w:t>k</w:t>
      </w:r>
      <w:r w:rsidR="00A95D17" w:rsidRPr="004C4BEE">
        <w:t xml:space="preserve">) </w:t>
      </w:r>
      <w:r w:rsidR="00495AB4" w:rsidRPr="004C4BEE">
        <w:t xml:space="preserve">adres miejsca pobytu na terytorium Rzeczypospolitej Polskiej, jeżeli dana osoba nie ma na terytorium Rzeczypospolitej Polskiej miejsca zamieszkania, </w:t>
      </w:r>
    </w:p>
    <w:p w:rsidR="00EA15B0" w:rsidRPr="000B0E30" w:rsidRDefault="00D87AF4" w:rsidP="004C4BEE">
      <w:pPr>
        <w:pStyle w:val="LITlitera"/>
      </w:pPr>
      <w:r>
        <w:t>l</w:t>
      </w:r>
      <w:r w:rsidR="00495AB4" w:rsidRPr="000B0E30">
        <w:t>) adres poczty elektronicznej</w:t>
      </w:r>
      <w:r w:rsidR="00A95D17" w:rsidRPr="000B0E30">
        <w:t xml:space="preserve"> </w:t>
      </w:r>
      <w:r w:rsidR="005E404A">
        <w:t>lub</w:t>
      </w:r>
      <w:r w:rsidR="005E404A" w:rsidRPr="000B0E30">
        <w:t xml:space="preserve"> </w:t>
      </w:r>
      <w:r w:rsidR="00A95D17" w:rsidRPr="000B0E30">
        <w:t>numer telefonu kontaktowego,</w:t>
      </w:r>
    </w:p>
    <w:p w:rsidR="00A95D17" w:rsidRPr="004C4BEE" w:rsidRDefault="00D87AF4" w:rsidP="004C4BEE">
      <w:pPr>
        <w:pStyle w:val="LITlitera"/>
      </w:pPr>
      <w:r>
        <w:t>m</w:t>
      </w:r>
      <w:r w:rsidR="00495AB4" w:rsidRPr="004C4BEE">
        <w:t xml:space="preserve">) </w:t>
      </w:r>
      <w:r w:rsidR="00A95D17" w:rsidRPr="004C4BEE">
        <w:t>stopień niepełnosprawności,</w:t>
      </w:r>
    </w:p>
    <w:p w:rsidR="00A95D17" w:rsidRPr="004C4BEE" w:rsidRDefault="00D87AF4" w:rsidP="004C4BEE">
      <w:pPr>
        <w:pStyle w:val="LITlitera"/>
      </w:pPr>
      <w:r>
        <w:t>n</w:t>
      </w:r>
      <w:r w:rsidR="00A95D17" w:rsidRPr="004C4BEE">
        <w:t>) numery identyfikacyjne i numery ewidencyjne nadawane usługobiorcom przez</w:t>
      </w:r>
      <w:r w:rsidR="004C4BEE">
        <w:t xml:space="preserve"> </w:t>
      </w:r>
      <w:r w:rsidR="00A95D17" w:rsidRPr="004C4BEE">
        <w:t>płatników lub usługodawców,</w:t>
      </w:r>
    </w:p>
    <w:p w:rsidR="000C3376" w:rsidRPr="000B0E30" w:rsidRDefault="00D87AF4" w:rsidP="004C4BEE">
      <w:pPr>
        <w:pStyle w:val="LITlitera"/>
      </w:pPr>
      <w:r>
        <w:t>o</w:t>
      </w:r>
      <w:r w:rsidR="00A95D17" w:rsidRPr="000B0E30">
        <w:t>) dat</w:t>
      </w:r>
      <w:r w:rsidR="000C3376" w:rsidRPr="000B0E30">
        <w:t>ę</w:t>
      </w:r>
      <w:r w:rsidR="00A03183" w:rsidRPr="000B0E30">
        <w:t xml:space="preserve"> zgonu</w:t>
      </w:r>
      <w:r w:rsidR="000C3376" w:rsidRPr="000B0E30">
        <w:t xml:space="preserve">, </w:t>
      </w:r>
    </w:p>
    <w:p w:rsidR="00EA15B0" w:rsidRPr="000B0E30" w:rsidRDefault="00D87AF4" w:rsidP="004C4BEE">
      <w:pPr>
        <w:pStyle w:val="LITlitera"/>
      </w:pPr>
      <w:r>
        <w:t>p</w:t>
      </w:r>
      <w:r w:rsidR="000C3376" w:rsidRPr="000B0E30">
        <w:t xml:space="preserve">) wyjściową przyczynę </w:t>
      </w:r>
      <w:r w:rsidR="004C4BEE" w:rsidRPr="000B0E30">
        <w:t>zgonu lub symbol wyjściowej przyczyny zgonu według wybranej i obowiązującej w rejestrze klasyfikacji;</w:t>
      </w:r>
    </w:p>
    <w:p w:rsidR="00EA15B0" w:rsidRPr="00EA15B0" w:rsidRDefault="00495AB4" w:rsidP="00DB5BD5">
      <w:pPr>
        <w:pStyle w:val="PKTpunkt"/>
      </w:pPr>
      <w:r>
        <w:t xml:space="preserve">2) </w:t>
      </w:r>
      <w:r w:rsidRPr="00EA15B0">
        <w:t>jednostkowe dane medyczne dotyczące usługobiorcy</w:t>
      </w:r>
      <w:r w:rsidR="005E404A">
        <w:t xml:space="preserve"> obejmujące</w:t>
      </w:r>
      <w:r w:rsidRPr="00EA15B0">
        <w:t>:</w:t>
      </w:r>
    </w:p>
    <w:p w:rsidR="00EA15B0" w:rsidRPr="000B0E30" w:rsidRDefault="00495AB4" w:rsidP="00EA15B0">
      <w:pPr>
        <w:pStyle w:val="LITlitera"/>
      </w:pPr>
      <w:r>
        <w:t xml:space="preserve">a) </w:t>
      </w:r>
      <w:r w:rsidRPr="000B0E30">
        <w:t>stan zdrowia w chwili postawienia diagnozy:</w:t>
      </w:r>
    </w:p>
    <w:p w:rsidR="00EA15B0" w:rsidRPr="009944F0" w:rsidRDefault="00495AB4" w:rsidP="009944F0">
      <w:pPr>
        <w:pStyle w:val="TIRtiret"/>
        <w:rPr>
          <w:rStyle w:val="Ppogrubienie"/>
        </w:rPr>
      </w:pPr>
      <w:r w:rsidRPr="009944F0">
        <w:rPr>
          <w:rStyle w:val="Ppogrubienie"/>
        </w:rPr>
        <w:t xml:space="preserve">- </w:t>
      </w:r>
      <w:r w:rsidRPr="009944F0">
        <w:rPr>
          <w:rStyle w:val="Ppogrubienie"/>
          <w:b w:val="0"/>
        </w:rPr>
        <w:t>status według wybranej i obowiązującej w rejestrze klasyfikacji</w:t>
      </w:r>
      <w:r w:rsidR="005E404A" w:rsidRPr="009944F0">
        <w:rPr>
          <w:rStyle w:val="Ppogrubienie"/>
          <w:b w:val="0"/>
        </w:rPr>
        <w:t xml:space="preserve"> choroby podstawowej</w:t>
      </w:r>
      <w:r w:rsidRPr="009944F0">
        <w:rPr>
          <w:rStyle w:val="Ppogrubienie"/>
          <w:b w:val="0"/>
        </w:rPr>
        <w:t>,</w:t>
      </w:r>
    </w:p>
    <w:p w:rsidR="00EA15B0" w:rsidRPr="000B0E30" w:rsidRDefault="00495AB4" w:rsidP="00DB5BD5">
      <w:pPr>
        <w:pStyle w:val="TIRtiret"/>
      </w:pPr>
      <w:r w:rsidRPr="000B0E30">
        <w:t>- czynniki prognostyczne,</w:t>
      </w:r>
    </w:p>
    <w:p w:rsidR="00EA15B0" w:rsidRPr="000B0E30" w:rsidRDefault="00495AB4" w:rsidP="00DB5BD5">
      <w:pPr>
        <w:pStyle w:val="TIRtiret"/>
      </w:pPr>
      <w:r w:rsidRPr="000B0E30">
        <w:t>- indeks prognostyczny,</w:t>
      </w:r>
    </w:p>
    <w:p w:rsidR="00EA15B0" w:rsidRPr="009944F0" w:rsidRDefault="00495AB4" w:rsidP="009944F0">
      <w:pPr>
        <w:pStyle w:val="TIRtiret"/>
      </w:pPr>
      <w:r w:rsidRPr="009944F0">
        <w:t xml:space="preserve">- </w:t>
      </w:r>
      <w:r w:rsidR="005E404A" w:rsidRPr="009944F0">
        <w:rPr>
          <w:rStyle w:val="Ppogrubienie"/>
          <w:b w:val="0"/>
        </w:rPr>
        <w:t xml:space="preserve">choroby </w:t>
      </w:r>
      <w:r w:rsidRPr="009944F0">
        <w:rPr>
          <w:rStyle w:val="Ppogrubienie"/>
          <w:b w:val="0"/>
        </w:rPr>
        <w:t>współistniejąc</w:t>
      </w:r>
      <w:r w:rsidR="005E404A" w:rsidRPr="009944F0">
        <w:rPr>
          <w:rStyle w:val="Ppogrubienie"/>
          <w:b w:val="0"/>
        </w:rPr>
        <w:t>e</w:t>
      </w:r>
      <w:r w:rsidRPr="009944F0">
        <w:rPr>
          <w:rStyle w:val="Ppogrubienie"/>
          <w:b w:val="0"/>
        </w:rPr>
        <w:t>,</w:t>
      </w:r>
    </w:p>
    <w:p w:rsidR="00EA15B0" w:rsidRPr="009944F0" w:rsidRDefault="00495AB4" w:rsidP="009944F0">
      <w:pPr>
        <w:pStyle w:val="TIRtiret"/>
      </w:pPr>
      <w:r w:rsidRPr="000B0E30">
        <w:t xml:space="preserve">b) </w:t>
      </w:r>
      <w:r w:rsidRPr="009944F0">
        <w:rPr>
          <w:rStyle w:val="Ppogrubienie"/>
          <w:b w:val="0"/>
        </w:rPr>
        <w:t>datę, rodzaj i wynik wykonanych badań diagnostycznych oraz nazwy technologii medycznych</w:t>
      </w:r>
      <w:r w:rsidRPr="009944F0">
        <w:t>,</w:t>
      </w:r>
    </w:p>
    <w:p w:rsidR="00EA15B0" w:rsidRPr="009944F0" w:rsidRDefault="00495AB4" w:rsidP="009944F0">
      <w:pPr>
        <w:pStyle w:val="TIRtiret"/>
        <w:rPr>
          <w:rStyle w:val="Ppogrubienie"/>
          <w:b w:val="0"/>
        </w:rPr>
      </w:pPr>
      <w:r w:rsidRPr="009944F0">
        <w:t>c)</w:t>
      </w:r>
      <w:r w:rsidRPr="009944F0">
        <w:rPr>
          <w:rStyle w:val="Ppogrubienie"/>
          <w:b w:val="0"/>
        </w:rPr>
        <w:t xml:space="preserve"> datę i rodzaj leczenia:</w:t>
      </w:r>
    </w:p>
    <w:p w:rsidR="00EA15B0" w:rsidRPr="009944F0" w:rsidRDefault="00495AB4" w:rsidP="009944F0">
      <w:pPr>
        <w:pStyle w:val="TIRtiret"/>
        <w:rPr>
          <w:rStyle w:val="Ppogrubienie"/>
          <w:b w:val="0"/>
        </w:rPr>
      </w:pPr>
      <w:r w:rsidRPr="009944F0">
        <w:rPr>
          <w:rStyle w:val="Ppogrubienie"/>
          <w:b w:val="0"/>
        </w:rPr>
        <w:t xml:space="preserve">- </w:t>
      </w:r>
      <w:r w:rsidR="009A38FC" w:rsidRPr="009944F0">
        <w:rPr>
          <w:rStyle w:val="Ppogrubienie"/>
          <w:b w:val="0"/>
        </w:rPr>
        <w:t xml:space="preserve">datę </w:t>
      </w:r>
      <w:r w:rsidRPr="009944F0">
        <w:rPr>
          <w:rStyle w:val="Ppogrubienie"/>
          <w:b w:val="0"/>
        </w:rPr>
        <w:t>i rodzaj wdrożonej terapii,</w:t>
      </w:r>
    </w:p>
    <w:p w:rsidR="00EA15B0" w:rsidRPr="000B0E30" w:rsidRDefault="00495AB4" w:rsidP="00DB5BD5">
      <w:pPr>
        <w:pStyle w:val="TIRtiret"/>
      </w:pPr>
      <w:r w:rsidRPr="000B0E30">
        <w:t xml:space="preserve">- </w:t>
      </w:r>
      <w:r w:rsidR="009A38FC" w:rsidRPr="000B0E30">
        <w:t>nazw</w:t>
      </w:r>
      <w:r w:rsidR="009A38FC">
        <w:t>ę</w:t>
      </w:r>
      <w:r w:rsidR="009A38FC" w:rsidRPr="000B0E30">
        <w:t xml:space="preserve"> </w:t>
      </w:r>
      <w:r w:rsidRPr="000B0E30">
        <w:t>produktu leczniczego lub wyrobu medycznego, lub procedury medycznej, lub schematu leczenia,</w:t>
      </w:r>
    </w:p>
    <w:p w:rsidR="00EA15B0" w:rsidRPr="000B0E30" w:rsidRDefault="00495AB4" w:rsidP="000B0E30">
      <w:pPr>
        <w:pStyle w:val="TIRtiret"/>
      </w:pPr>
      <w:r w:rsidRPr="000B0E30">
        <w:t xml:space="preserve">- </w:t>
      </w:r>
      <w:r w:rsidR="009A38FC" w:rsidRPr="000B0E30">
        <w:t>dat</w:t>
      </w:r>
      <w:r w:rsidR="009A38FC">
        <w:t>ę</w:t>
      </w:r>
      <w:r w:rsidR="009A38FC" w:rsidRPr="000B0E30">
        <w:t xml:space="preserve"> </w:t>
      </w:r>
      <w:r w:rsidRPr="000B0E30">
        <w:t>zakończenia wdrożonej terapii,</w:t>
      </w:r>
      <w:r w:rsidR="00A9412F">
        <w:rPr>
          <w:rStyle w:val="Ppogrubienie"/>
        </w:rPr>
        <w:tab/>
      </w:r>
    </w:p>
    <w:p w:rsidR="00EA15B0" w:rsidRPr="000B0E30" w:rsidRDefault="00495AB4" w:rsidP="00DB5BD5">
      <w:pPr>
        <w:pStyle w:val="TIRtiret"/>
      </w:pPr>
      <w:r w:rsidRPr="000B0E30">
        <w:t>- odpowiedź na leczenie,</w:t>
      </w:r>
    </w:p>
    <w:p w:rsidR="00EA15B0" w:rsidRPr="000B0E30" w:rsidRDefault="00495AB4" w:rsidP="00DB5BD5">
      <w:pPr>
        <w:pStyle w:val="TIRtiret"/>
      </w:pPr>
      <w:r w:rsidRPr="000B0E30">
        <w:t xml:space="preserve">- </w:t>
      </w:r>
      <w:r w:rsidR="009A38FC" w:rsidRPr="000B0E30">
        <w:t>dat</w:t>
      </w:r>
      <w:r w:rsidR="009A38FC">
        <w:t>ę</w:t>
      </w:r>
      <w:r w:rsidR="009A38FC" w:rsidRPr="000B0E30">
        <w:t xml:space="preserve"> </w:t>
      </w:r>
      <w:r w:rsidRPr="000B0E30">
        <w:t>progresji,</w:t>
      </w:r>
    </w:p>
    <w:p w:rsidR="00EA15B0" w:rsidRPr="000B0E30" w:rsidRDefault="00495AB4" w:rsidP="00DB5BD5">
      <w:pPr>
        <w:pStyle w:val="TIRtiret"/>
      </w:pPr>
      <w:r w:rsidRPr="000B0E30">
        <w:t xml:space="preserve">- </w:t>
      </w:r>
      <w:r w:rsidR="009A38FC" w:rsidRPr="000B0E30">
        <w:t>przyczyn</w:t>
      </w:r>
      <w:r w:rsidR="009A38FC">
        <w:t>ę</w:t>
      </w:r>
      <w:r w:rsidR="009A38FC" w:rsidRPr="000B0E30">
        <w:t xml:space="preserve"> </w:t>
      </w:r>
      <w:r w:rsidRPr="000B0E30">
        <w:t>zakończenia leczenia,</w:t>
      </w:r>
    </w:p>
    <w:p w:rsidR="00EA15B0" w:rsidRPr="000B0E30" w:rsidRDefault="00495AB4" w:rsidP="00DB5BD5">
      <w:pPr>
        <w:pStyle w:val="LITlitera"/>
      </w:pPr>
      <w:r w:rsidRPr="00DB5BD5">
        <w:t>d)</w:t>
      </w:r>
      <w:r w:rsidR="00A03183" w:rsidRPr="000B0E30">
        <w:t xml:space="preserve"> </w:t>
      </w:r>
      <w:r w:rsidRPr="000B0E30">
        <w:t xml:space="preserve"> </w:t>
      </w:r>
      <w:r w:rsidR="009A38FC" w:rsidRPr="000B0E30">
        <w:t>monitorowani</w:t>
      </w:r>
      <w:r w:rsidR="009A38FC">
        <w:t>e</w:t>
      </w:r>
      <w:r w:rsidR="009A38FC" w:rsidRPr="000B0E30">
        <w:t xml:space="preserve"> </w:t>
      </w:r>
      <w:r w:rsidRPr="000B0E30">
        <w:t>stanu zdrowia usługobiorcy:</w:t>
      </w:r>
    </w:p>
    <w:p w:rsidR="00EA15B0" w:rsidRPr="000B0E30" w:rsidRDefault="00495AB4" w:rsidP="00DB5BD5">
      <w:pPr>
        <w:pStyle w:val="TIRtiret"/>
      </w:pPr>
      <w:r w:rsidRPr="000B0E30">
        <w:t xml:space="preserve">- </w:t>
      </w:r>
      <w:r w:rsidR="009A38FC" w:rsidRPr="000B0E30">
        <w:t>dat</w:t>
      </w:r>
      <w:r w:rsidR="009A38FC">
        <w:t>ę</w:t>
      </w:r>
      <w:r w:rsidR="009A38FC" w:rsidRPr="000B0E30">
        <w:t xml:space="preserve"> </w:t>
      </w:r>
      <w:r w:rsidRPr="000B0E30">
        <w:t>ostatniego kontaktu</w:t>
      </w:r>
      <w:r w:rsidR="00A03183" w:rsidRPr="000B0E30">
        <w:t xml:space="preserve"> z usługobiorcą</w:t>
      </w:r>
      <w:r w:rsidRPr="000B0E30">
        <w:t>,</w:t>
      </w:r>
    </w:p>
    <w:p w:rsidR="00EA15B0" w:rsidRPr="000B0E30" w:rsidRDefault="00495AB4" w:rsidP="00DB5BD5">
      <w:pPr>
        <w:pStyle w:val="TIRtiret"/>
      </w:pPr>
      <w:r w:rsidRPr="000B0E30">
        <w:t>- aktualny stan</w:t>
      </w:r>
      <w:r w:rsidR="00A03183" w:rsidRPr="000B0E30">
        <w:t xml:space="preserve"> </w:t>
      </w:r>
      <w:r w:rsidRPr="000B0E30">
        <w:t>zdrowia,</w:t>
      </w:r>
    </w:p>
    <w:p w:rsidR="00EA15B0" w:rsidRPr="009944F0" w:rsidRDefault="00495AB4" w:rsidP="009944F0">
      <w:pPr>
        <w:pStyle w:val="LITlitera"/>
      </w:pPr>
      <w:r w:rsidRPr="009944F0">
        <w:t>e)</w:t>
      </w:r>
      <w:r w:rsidR="000C3376" w:rsidRPr="009944F0">
        <w:t xml:space="preserve"> </w:t>
      </w:r>
      <w:r w:rsidRPr="009944F0">
        <w:t>dotyczące przeżywalności usługobiorcy,</w:t>
      </w:r>
    </w:p>
    <w:p w:rsidR="00EA15B0" w:rsidRPr="009944F0" w:rsidRDefault="00495AB4" w:rsidP="009944F0">
      <w:pPr>
        <w:pStyle w:val="LITlitera"/>
      </w:pPr>
      <w:r w:rsidRPr="009944F0">
        <w:t xml:space="preserve">f) </w:t>
      </w:r>
      <w:r w:rsidRPr="009944F0">
        <w:rPr>
          <w:rStyle w:val="Ppogrubienie"/>
          <w:b w:val="0"/>
        </w:rPr>
        <w:t>datę przyjęcia i dokonania wypisu od usługodawcy,</w:t>
      </w:r>
    </w:p>
    <w:p w:rsidR="00A03183" w:rsidRPr="009944F0" w:rsidRDefault="00495AB4" w:rsidP="009944F0">
      <w:pPr>
        <w:pStyle w:val="LITlitera"/>
      </w:pPr>
      <w:r w:rsidRPr="009944F0">
        <w:t>g</w:t>
      </w:r>
      <w:r w:rsidRPr="009944F0">
        <w:rPr>
          <w:rStyle w:val="Ppogrubienie"/>
          <w:b w:val="0"/>
        </w:rPr>
        <w:t>) tryb przyjęcia i wypisu od usługodawcy,</w:t>
      </w:r>
    </w:p>
    <w:p w:rsidR="00EA15B0" w:rsidRPr="009944F0" w:rsidRDefault="00495AB4" w:rsidP="009944F0">
      <w:pPr>
        <w:pStyle w:val="LITlitera"/>
      </w:pPr>
      <w:r w:rsidRPr="009944F0">
        <w:t>h)</w:t>
      </w:r>
      <w:r w:rsidR="00A03183" w:rsidRPr="009944F0">
        <w:t xml:space="preserve"> nazwa i adres usługodawcy, od którego usługobiorca został przyjęty, lub nazwy komórki organizacyjnej jeżeli przyjęcie miało miejsce u tego samego usługodawcy,</w:t>
      </w:r>
      <w:r w:rsidRPr="009944F0">
        <w:t xml:space="preserve"> </w:t>
      </w:r>
    </w:p>
    <w:p w:rsidR="00EA15B0" w:rsidRPr="009944F0" w:rsidRDefault="00495AB4" w:rsidP="009944F0">
      <w:pPr>
        <w:pStyle w:val="LITlitera"/>
        <w:rPr>
          <w:rStyle w:val="Ppogrubienie"/>
          <w:b w:val="0"/>
        </w:rPr>
      </w:pPr>
      <w:r w:rsidRPr="009944F0">
        <w:rPr>
          <w:rStyle w:val="Ppogrubienie"/>
          <w:b w:val="0"/>
        </w:rPr>
        <w:t xml:space="preserve">i) </w:t>
      </w:r>
      <w:r w:rsidR="009A38FC" w:rsidRPr="009944F0">
        <w:rPr>
          <w:rStyle w:val="Ppogrubienie"/>
          <w:b w:val="0"/>
        </w:rPr>
        <w:t xml:space="preserve">liczbę </w:t>
      </w:r>
      <w:r w:rsidRPr="009944F0">
        <w:rPr>
          <w:rStyle w:val="Ppogrubienie"/>
          <w:b w:val="0"/>
        </w:rPr>
        <w:t>dni hospitalizacji,</w:t>
      </w:r>
    </w:p>
    <w:p w:rsidR="00EA15B0" w:rsidRPr="009944F0" w:rsidRDefault="00495AB4" w:rsidP="009944F0">
      <w:pPr>
        <w:pStyle w:val="LITlitera"/>
      </w:pPr>
      <w:r w:rsidRPr="009944F0">
        <w:t>j) datę przyjęcia i datę wypisu z oddziału szpitalnego usługodawcy, w którym realizowano świadczenie</w:t>
      </w:r>
      <w:r w:rsidR="00A03183" w:rsidRPr="009944F0">
        <w:t xml:space="preserve"> opieki zdrowotnej</w:t>
      </w:r>
      <w:r w:rsidRPr="009944F0">
        <w:t>,</w:t>
      </w:r>
    </w:p>
    <w:p w:rsidR="00EA15B0" w:rsidRPr="009944F0" w:rsidRDefault="00495AB4" w:rsidP="009944F0">
      <w:pPr>
        <w:pStyle w:val="LITlitera"/>
      </w:pPr>
      <w:r w:rsidRPr="009944F0">
        <w:t xml:space="preserve">k) </w:t>
      </w:r>
      <w:r w:rsidRPr="009944F0">
        <w:rPr>
          <w:rStyle w:val="Ppogrubienie"/>
          <w:b w:val="0"/>
        </w:rPr>
        <w:t>miejsce lub podmiot, do którego usługobiorca został przekazany,</w:t>
      </w:r>
    </w:p>
    <w:p w:rsidR="00EA15B0" w:rsidRPr="009944F0" w:rsidRDefault="00495AB4" w:rsidP="009944F0">
      <w:pPr>
        <w:pStyle w:val="LITlitera"/>
      </w:pPr>
      <w:r w:rsidRPr="009944F0">
        <w:t xml:space="preserve">l) </w:t>
      </w:r>
      <w:r w:rsidR="002E2FDE" w:rsidRPr="009944F0">
        <w:t xml:space="preserve">czynniki </w:t>
      </w:r>
      <w:r w:rsidRPr="009944F0">
        <w:t>ryzyka zachorowania,</w:t>
      </w:r>
      <w:r w:rsidR="001A6F15" w:rsidRPr="009944F0">
        <w:t xml:space="preserve"> w tym dane usługobiorców dotyczące istniejących między nimi linii i stopni pokrewieństwa w odniesieniu do tego z tych usługobiorców, którego dane zostały wprowadzone do rejestru najwcześniej,</w:t>
      </w:r>
    </w:p>
    <w:p w:rsidR="00EA15B0" w:rsidRPr="009944F0" w:rsidRDefault="00495AB4" w:rsidP="009944F0">
      <w:pPr>
        <w:pStyle w:val="LITlitera"/>
      </w:pPr>
      <w:r w:rsidRPr="009944F0">
        <w:t>m)</w:t>
      </w:r>
      <w:r w:rsidR="00A03183" w:rsidRPr="009944F0">
        <w:t xml:space="preserve"> </w:t>
      </w:r>
      <w:r w:rsidR="002E2FDE" w:rsidRPr="009944F0">
        <w:rPr>
          <w:rStyle w:val="Ppogrubienie"/>
          <w:b w:val="0"/>
        </w:rPr>
        <w:t xml:space="preserve">produkty lecznicze stosowane </w:t>
      </w:r>
      <w:r w:rsidR="00A03183" w:rsidRPr="009944F0">
        <w:rPr>
          <w:rStyle w:val="Ppogrubienie"/>
          <w:b w:val="0"/>
        </w:rPr>
        <w:t xml:space="preserve">przed </w:t>
      </w:r>
      <w:r w:rsidR="002E2FDE" w:rsidRPr="009944F0">
        <w:rPr>
          <w:rStyle w:val="Ppogrubienie"/>
          <w:b w:val="0"/>
        </w:rPr>
        <w:t>przyjęciem do szpitala</w:t>
      </w:r>
      <w:r w:rsidR="00A03183" w:rsidRPr="009944F0">
        <w:rPr>
          <w:rStyle w:val="Ppogrubienie"/>
          <w:b w:val="0"/>
        </w:rPr>
        <w:t>,</w:t>
      </w:r>
      <w:r w:rsidRPr="009944F0">
        <w:t xml:space="preserve"> </w:t>
      </w:r>
    </w:p>
    <w:p w:rsidR="00EA15B0" w:rsidRPr="009944F0" w:rsidRDefault="00495AB4" w:rsidP="009944F0">
      <w:pPr>
        <w:pStyle w:val="LITlitera"/>
      </w:pPr>
      <w:r w:rsidRPr="009944F0">
        <w:t xml:space="preserve">n) </w:t>
      </w:r>
      <w:r w:rsidR="002E2FDE" w:rsidRPr="009944F0">
        <w:rPr>
          <w:rStyle w:val="Ppogrubienie"/>
          <w:b w:val="0"/>
        </w:rPr>
        <w:t xml:space="preserve">produkty lecznicze stosowane </w:t>
      </w:r>
      <w:r w:rsidRPr="009944F0">
        <w:rPr>
          <w:rStyle w:val="Ppogrubienie"/>
          <w:b w:val="0"/>
        </w:rPr>
        <w:t>w trakcie hospitalizacji,</w:t>
      </w:r>
    </w:p>
    <w:p w:rsidR="00EA15B0" w:rsidRPr="009944F0" w:rsidRDefault="00495AB4" w:rsidP="009944F0">
      <w:pPr>
        <w:pStyle w:val="LITlitera"/>
      </w:pPr>
      <w:r w:rsidRPr="009944F0">
        <w:t xml:space="preserve">o) </w:t>
      </w:r>
      <w:r w:rsidR="002E2FDE" w:rsidRPr="009944F0">
        <w:rPr>
          <w:rStyle w:val="Ppogrubienie"/>
          <w:b w:val="0"/>
        </w:rPr>
        <w:t xml:space="preserve">produkty </w:t>
      </w:r>
      <w:r w:rsidR="00F47636" w:rsidRPr="009944F0">
        <w:rPr>
          <w:rStyle w:val="Ppogrubienie"/>
          <w:b w:val="0"/>
        </w:rPr>
        <w:t xml:space="preserve">lecznicze </w:t>
      </w:r>
      <w:r w:rsidR="002E2FDE" w:rsidRPr="009944F0">
        <w:rPr>
          <w:rStyle w:val="Ppogrubienie"/>
          <w:b w:val="0"/>
        </w:rPr>
        <w:t xml:space="preserve">zlecone </w:t>
      </w:r>
      <w:r w:rsidRPr="009944F0">
        <w:rPr>
          <w:rStyle w:val="Ppogrubienie"/>
          <w:b w:val="0"/>
        </w:rPr>
        <w:t>przy wypisie oraz o</w:t>
      </w:r>
      <w:r w:rsidR="002E2FDE" w:rsidRPr="009944F0">
        <w:rPr>
          <w:rStyle w:val="Ppogrubienie"/>
          <w:b w:val="0"/>
        </w:rPr>
        <w:t>kreślenie</w:t>
      </w:r>
      <w:r w:rsidRPr="009944F0">
        <w:rPr>
          <w:rStyle w:val="Ppogrubienie"/>
          <w:b w:val="0"/>
        </w:rPr>
        <w:t xml:space="preserve"> dalszych plan</w:t>
      </w:r>
      <w:r w:rsidR="002E2FDE" w:rsidRPr="009944F0">
        <w:rPr>
          <w:rStyle w:val="Ppogrubienie"/>
          <w:b w:val="0"/>
        </w:rPr>
        <w:t>ów</w:t>
      </w:r>
      <w:r w:rsidRPr="009944F0">
        <w:rPr>
          <w:rStyle w:val="Ppogrubienie"/>
          <w:b w:val="0"/>
        </w:rPr>
        <w:t xml:space="preserve"> i </w:t>
      </w:r>
      <w:r w:rsidR="002E2FDE" w:rsidRPr="009944F0">
        <w:rPr>
          <w:rStyle w:val="Ppogrubienie"/>
          <w:b w:val="0"/>
        </w:rPr>
        <w:t xml:space="preserve">zaleceń </w:t>
      </w:r>
      <w:r w:rsidRPr="009944F0">
        <w:rPr>
          <w:rStyle w:val="Ppogrubienie"/>
          <w:b w:val="0"/>
        </w:rPr>
        <w:t>po wypisie obejmujących diagnostykę, leczenie i rehabilitację,</w:t>
      </w:r>
    </w:p>
    <w:p w:rsidR="00EA15B0" w:rsidRPr="009944F0" w:rsidRDefault="00495AB4" w:rsidP="009944F0">
      <w:pPr>
        <w:pStyle w:val="LITlitera"/>
      </w:pPr>
      <w:r w:rsidRPr="009944F0">
        <w:t xml:space="preserve">p) </w:t>
      </w:r>
      <w:r w:rsidRPr="009944F0">
        <w:rPr>
          <w:rStyle w:val="Ppogrubienie"/>
          <w:b w:val="0"/>
        </w:rPr>
        <w:t>numer w księdze głównej przyjęć i wypisów, pod którym dokonano wpisu o przyjęciu usługobiorcy, któremu udzielono świadczenia, rok dokonania wpisu i numer księgi głównej,</w:t>
      </w:r>
    </w:p>
    <w:p w:rsidR="00463800" w:rsidRPr="009944F0" w:rsidRDefault="00495AB4" w:rsidP="009944F0">
      <w:pPr>
        <w:pStyle w:val="LITlitera"/>
      </w:pPr>
      <w:r w:rsidRPr="009944F0">
        <w:t xml:space="preserve">q) </w:t>
      </w:r>
      <w:r w:rsidRPr="009944F0">
        <w:rPr>
          <w:rStyle w:val="Ppogrubienie"/>
          <w:b w:val="0"/>
        </w:rPr>
        <w:t>informacje o efektach klinicznych i jakościowych</w:t>
      </w:r>
      <w:r w:rsidR="00463800" w:rsidRPr="009944F0">
        <w:rPr>
          <w:rStyle w:val="Ppogrubienie"/>
          <w:b w:val="0"/>
        </w:rPr>
        <w:t xml:space="preserve"> terapii.</w:t>
      </w:r>
    </w:p>
    <w:p w:rsidR="00EA15B0" w:rsidRPr="009944F0" w:rsidRDefault="00495AB4" w:rsidP="009944F0">
      <w:pPr>
        <w:pStyle w:val="PKTpunkt"/>
        <w:rPr>
          <w:rStyle w:val="Ppogrubienie"/>
          <w:b w:val="0"/>
        </w:rPr>
      </w:pPr>
      <w:r w:rsidRPr="009944F0">
        <w:rPr>
          <w:rStyle w:val="Ppogrubienie"/>
          <w:b w:val="0"/>
        </w:rPr>
        <w:t>3) identyfikator usługodawcy, o którym mowa w art. 17c ust. 3 pkt 1 ustawy;</w:t>
      </w:r>
    </w:p>
    <w:p w:rsidR="00EA15B0" w:rsidRPr="009944F0" w:rsidRDefault="00495AB4" w:rsidP="009944F0">
      <w:pPr>
        <w:pStyle w:val="PKTpunkt"/>
        <w:rPr>
          <w:rStyle w:val="Ppogrubienie"/>
          <w:b w:val="0"/>
        </w:rPr>
      </w:pPr>
      <w:r w:rsidRPr="009944F0">
        <w:rPr>
          <w:rStyle w:val="Ppogrubienie"/>
          <w:b w:val="0"/>
        </w:rPr>
        <w:t>4) identyfikator miejsca udzielania świadczeń opieki zdrowotnej, o którym mowa w art. 17c ust. 4 pkt 1 ustawy;</w:t>
      </w:r>
    </w:p>
    <w:p w:rsidR="00EA15B0" w:rsidRPr="009944F0" w:rsidRDefault="00495AB4" w:rsidP="009944F0">
      <w:pPr>
        <w:pStyle w:val="PKTpunkt"/>
        <w:rPr>
          <w:rStyle w:val="Ppogrubienie"/>
          <w:b w:val="0"/>
        </w:rPr>
      </w:pPr>
      <w:r w:rsidRPr="009944F0">
        <w:t xml:space="preserve">5) </w:t>
      </w:r>
      <w:r w:rsidRPr="009944F0">
        <w:rPr>
          <w:rStyle w:val="Ppogrubienie"/>
          <w:b w:val="0"/>
        </w:rPr>
        <w:t>identyfikator pracownika medycznego, o którym mowa w art. 17c ust. 5 ustawy, który:</w:t>
      </w:r>
    </w:p>
    <w:p w:rsidR="00EA15B0" w:rsidRPr="009944F0" w:rsidRDefault="00495AB4" w:rsidP="009944F0">
      <w:pPr>
        <w:pStyle w:val="LITlitera"/>
        <w:rPr>
          <w:rStyle w:val="Ppogrubienie"/>
          <w:b w:val="0"/>
        </w:rPr>
      </w:pPr>
      <w:r w:rsidRPr="009944F0">
        <w:rPr>
          <w:rStyle w:val="Ppogrubienie"/>
          <w:b w:val="0"/>
        </w:rPr>
        <w:t>a) wprowadził dane do rejestru</w:t>
      </w:r>
      <w:r w:rsidR="001A6F15" w:rsidRPr="009944F0">
        <w:rPr>
          <w:rStyle w:val="Ppogrubienie"/>
          <w:b w:val="0"/>
        </w:rPr>
        <w:t>,</w:t>
      </w:r>
    </w:p>
    <w:p w:rsidR="00946BE8" w:rsidRDefault="00495AB4" w:rsidP="009944F0">
      <w:pPr>
        <w:pStyle w:val="LITlitera"/>
        <w:rPr>
          <w:rStyle w:val="Ppogrubienie"/>
        </w:rPr>
      </w:pPr>
      <w:r w:rsidRPr="009944F0">
        <w:rPr>
          <w:rStyle w:val="Ppogrubienie"/>
          <w:b w:val="0"/>
        </w:rPr>
        <w:t>b) wykonał dane świadczenie</w:t>
      </w:r>
      <w:r w:rsidR="002E2FDE" w:rsidRPr="009944F0">
        <w:rPr>
          <w:rStyle w:val="Ppogrubienie"/>
          <w:b w:val="0"/>
        </w:rPr>
        <w:t xml:space="preserve"> opieki zdrowotnej</w:t>
      </w:r>
      <w:r w:rsidRPr="009944F0">
        <w:rPr>
          <w:rStyle w:val="Ppogrubienie"/>
          <w:b w:val="0"/>
        </w:rPr>
        <w:t>.</w:t>
      </w:r>
    </w:p>
    <w:p w:rsidR="009944F0" w:rsidRDefault="00946BE8" w:rsidP="009944F0">
      <w:pPr>
        <w:pStyle w:val="ARTartustawynprozporzdzenia"/>
        <w:rPr>
          <w:rStyle w:val="Ppogrubienie"/>
        </w:rPr>
      </w:pPr>
      <w:r w:rsidRPr="009944F0">
        <w:rPr>
          <w:rStyle w:val="Ppogrubienie"/>
        </w:rPr>
        <w:t>§ 5</w:t>
      </w:r>
      <w:r w:rsidR="009944F0" w:rsidRPr="009944F0">
        <w:rPr>
          <w:rStyle w:val="Ppogrubienie"/>
        </w:rPr>
        <w:t>.</w:t>
      </w:r>
      <w:r w:rsidRPr="009944F0">
        <w:rPr>
          <w:rStyle w:val="Ppogrubienie"/>
          <w:b w:val="0"/>
        </w:rPr>
        <w:t xml:space="preserve"> Dane i identyfikatory,</w:t>
      </w:r>
      <w:r w:rsidR="009944F0">
        <w:rPr>
          <w:rStyle w:val="Ppogrubienie"/>
        </w:rPr>
        <w:t xml:space="preserve"> </w:t>
      </w:r>
      <w:r w:rsidRPr="009944F0">
        <w:rPr>
          <w:rStyle w:val="Ppogrubienie"/>
          <w:b w:val="0"/>
        </w:rPr>
        <w:t>o których mowa w § 4, są przekazywane do rejestru przez:</w:t>
      </w:r>
    </w:p>
    <w:p w:rsidR="00946BE8" w:rsidRPr="009944F0" w:rsidRDefault="00946BE8" w:rsidP="009944F0">
      <w:pPr>
        <w:pStyle w:val="PKTpunkt"/>
        <w:rPr>
          <w:rStyle w:val="Ppogrubienie"/>
          <w:b w:val="0"/>
        </w:rPr>
      </w:pPr>
      <w:r w:rsidRPr="009944F0">
        <w:rPr>
          <w:rStyle w:val="Ppogrubienie"/>
          <w:b w:val="0"/>
        </w:rPr>
        <w:t xml:space="preserve"> 1) usługodawcę realizującego świadczenia opieki zdrowotnej z zakresu diagnostyki i leczenia  hipercholesterolemii rodzinnej w zakresie, o którym mowa w § 4</w:t>
      </w:r>
      <w:r w:rsidR="009944F0">
        <w:rPr>
          <w:rStyle w:val="Ppogrubienie"/>
        </w:rPr>
        <w:t>,</w:t>
      </w:r>
      <w:r w:rsidRPr="009944F0">
        <w:t xml:space="preserve"> </w:t>
      </w:r>
      <w:r w:rsidRPr="009944F0">
        <w:rPr>
          <w:rStyle w:val="Ppogrubienie"/>
          <w:b w:val="0"/>
        </w:rPr>
        <w:t xml:space="preserve">za pośrednictwem dedykowanego systemu informatycznego, w terminie do 10. dnia miesiąca następującego po miesiącu, w którym </w:t>
      </w:r>
      <w:r w:rsidR="007E585F" w:rsidRPr="009944F0">
        <w:rPr>
          <w:rStyle w:val="Ppogrubienie"/>
          <w:b w:val="0"/>
        </w:rPr>
        <w:t xml:space="preserve">usługodawca </w:t>
      </w:r>
      <w:r w:rsidRPr="009944F0">
        <w:rPr>
          <w:rStyle w:val="Ppogrubienie"/>
          <w:b w:val="0"/>
        </w:rPr>
        <w:t>wykaza</w:t>
      </w:r>
      <w:r w:rsidR="007E585F" w:rsidRPr="009944F0">
        <w:rPr>
          <w:rStyle w:val="Ppogrubienie"/>
          <w:b w:val="0"/>
        </w:rPr>
        <w:t xml:space="preserve">ł </w:t>
      </w:r>
      <w:r w:rsidR="00AA750E" w:rsidRPr="009944F0">
        <w:rPr>
          <w:rStyle w:val="Ppogrubienie"/>
          <w:b w:val="0"/>
        </w:rPr>
        <w:t xml:space="preserve">dane </w:t>
      </w:r>
      <w:r w:rsidR="007E585F" w:rsidRPr="009944F0">
        <w:rPr>
          <w:rStyle w:val="Ppogrubienie"/>
          <w:b w:val="0"/>
        </w:rPr>
        <w:t>świadczenie</w:t>
      </w:r>
      <w:r w:rsidRPr="009944F0">
        <w:rPr>
          <w:rStyle w:val="Ppogrubienie"/>
          <w:b w:val="0"/>
        </w:rPr>
        <w:t xml:space="preserve"> do rozliczenia</w:t>
      </w:r>
      <w:r w:rsidR="009944F0" w:rsidRPr="009944F0">
        <w:rPr>
          <w:rStyle w:val="Ppogrubienie"/>
          <w:b w:val="0"/>
        </w:rPr>
        <w:t>;</w:t>
      </w:r>
      <w:r w:rsidRPr="009944F0">
        <w:rPr>
          <w:rStyle w:val="Ppogrubienie"/>
          <w:b w:val="0"/>
        </w:rPr>
        <w:t xml:space="preserve"> </w:t>
      </w:r>
    </w:p>
    <w:p w:rsidR="00946BE8" w:rsidRPr="009944F0" w:rsidRDefault="00946BE8" w:rsidP="009944F0">
      <w:pPr>
        <w:pStyle w:val="PKTpunkt"/>
        <w:rPr>
          <w:rStyle w:val="Ppogrubienie"/>
        </w:rPr>
      </w:pPr>
      <w:r w:rsidRPr="009944F0">
        <w:rPr>
          <w:rStyle w:val="Ppogrubienie"/>
          <w:b w:val="0"/>
        </w:rPr>
        <w:t>2) Narodowy Fundusz Zdrowia w zakresie</w:t>
      </w:r>
      <w:r w:rsidR="007E585F" w:rsidRPr="009944F0">
        <w:rPr>
          <w:rStyle w:val="Ppogrubienie"/>
          <w:b w:val="0"/>
        </w:rPr>
        <w:t xml:space="preserve">, </w:t>
      </w:r>
      <w:r w:rsidR="007E585F" w:rsidRPr="009944F0">
        <w:t xml:space="preserve"> </w:t>
      </w:r>
      <w:r w:rsidR="007E585F" w:rsidRPr="009944F0">
        <w:rPr>
          <w:rStyle w:val="Ppogrubienie"/>
          <w:b w:val="0"/>
        </w:rPr>
        <w:t xml:space="preserve">o którym mowa w § 4 pkt 1 lit. </w:t>
      </w:r>
      <w:r w:rsidR="00AA750E" w:rsidRPr="009944F0">
        <w:rPr>
          <w:rStyle w:val="Ppogrubienie"/>
          <w:b w:val="0"/>
        </w:rPr>
        <w:t>d</w:t>
      </w:r>
      <w:r w:rsidR="007E585F" w:rsidRPr="009944F0">
        <w:rPr>
          <w:rStyle w:val="Ppogrubienie"/>
          <w:b w:val="0"/>
        </w:rPr>
        <w:t xml:space="preserve">, </w:t>
      </w:r>
      <w:r w:rsidR="00AA750E" w:rsidRPr="009944F0">
        <w:rPr>
          <w:rStyle w:val="Ppogrubienie"/>
          <w:b w:val="0"/>
        </w:rPr>
        <w:t>g</w:t>
      </w:r>
      <w:r w:rsidR="007E585F" w:rsidRPr="009944F0">
        <w:rPr>
          <w:rStyle w:val="Ppogrubienie"/>
          <w:b w:val="0"/>
        </w:rPr>
        <w:t>-</w:t>
      </w:r>
      <w:r w:rsidR="00AA750E" w:rsidRPr="009944F0">
        <w:rPr>
          <w:rStyle w:val="Ppogrubienie"/>
          <w:b w:val="0"/>
        </w:rPr>
        <w:t>i</w:t>
      </w:r>
      <w:r w:rsidR="007E585F" w:rsidRPr="009944F0">
        <w:rPr>
          <w:rStyle w:val="Ppogrubienie"/>
          <w:b w:val="0"/>
        </w:rPr>
        <w:t xml:space="preserve">, </w:t>
      </w:r>
      <w:r w:rsidR="00AA750E" w:rsidRPr="009944F0">
        <w:rPr>
          <w:rStyle w:val="Ppogrubienie"/>
          <w:b w:val="0"/>
        </w:rPr>
        <w:t>o</w:t>
      </w:r>
      <w:r w:rsidR="007E585F" w:rsidRPr="009944F0">
        <w:rPr>
          <w:rStyle w:val="Ppogrubienie"/>
          <w:b w:val="0"/>
        </w:rPr>
        <w:t xml:space="preserve"> oraz </w:t>
      </w:r>
      <w:r w:rsidR="00AA750E" w:rsidRPr="009944F0">
        <w:rPr>
          <w:rStyle w:val="Ppogrubienie"/>
          <w:b w:val="0"/>
        </w:rPr>
        <w:t>p</w:t>
      </w:r>
      <w:r w:rsidR="007E585F" w:rsidRPr="009944F0">
        <w:rPr>
          <w:rStyle w:val="Ppogrubienie"/>
          <w:b w:val="0"/>
        </w:rPr>
        <w:t xml:space="preserve"> (w przypadku zgonów szpitalnych), pkt 2 lit. f</w:t>
      </w:r>
      <w:r w:rsidR="00A832D9" w:rsidRPr="009944F0">
        <w:rPr>
          <w:rStyle w:val="Ppogrubienie"/>
          <w:b w:val="0"/>
        </w:rPr>
        <w:t xml:space="preserve"> oraz</w:t>
      </w:r>
      <w:r w:rsidR="007E585F" w:rsidRPr="009944F0">
        <w:rPr>
          <w:rStyle w:val="Ppogrubienie"/>
          <w:b w:val="0"/>
        </w:rPr>
        <w:t xml:space="preserve"> g oraz pkt 3 i 4 do systemu, o którym mowa w pkt 1, w terminie do 120 dni po przekazaniu danych przez usługodawcę.</w:t>
      </w:r>
    </w:p>
    <w:p w:rsidR="009944F0" w:rsidRDefault="00495AB4" w:rsidP="000B0E30">
      <w:pPr>
        <w:pStyle w:val="ARTartustawynprozporzdzenia"/>
      </w:pPr>
      <w:r w:rsidRPr="00847459">
        <w:t xml:space="preserve"> </w:t>
      </w:r>
      <w:r w:rsidR="003A4637" w:rsidRPr="004C4BEE">
        <w:rPr>
          <w:rStyle w:val="Ppogrubienie"/>
        </w:rPr>
        <w:t>§. 6.</w:t>
      </w:r>
      <w:r w:rsidR="003A4637">
        <w:t xml:space="preserve"> </w:t>
      </w:r>
      <w:r w:rsidR="00662EFF" w:rsidRPr="00662EFF">
        <w:t>Tworzy się rejestr hipercholesterolemii rodzinnej.</w:t>
      </w:r>
    </w:p>
    <w:p w:rsidR="00EA15B0" w:rsidRPr="00DB5BD5" w:rsidRDefault="00662EFF" w:rsidP="000B0E30">
      <w:pPr>
        <w:pStyle w:val="ARTartustawynprozporzdzenia"/>
      </w:pPr>
      <w:r>
        <w:t xml:space="preserve"> </w:t>
      </w:r>
      <w:r w:rsidR="00495AB4" w:rsidRPr="00DB5BD5">
        <w:rPr>
          <w:rStyle w:val="Ppogrubienie"/>
        </w:rPr>
        <w:t>§ 7.</w:t>
      </w:r>
      <w:r w:rsidR="00495AB4" w:rsidRPr="00DB5BD5">
        <w:tab/>
        <w:t>Rozporządzenie wchodzi w życie po upływie 14 dni od dnia ogłoszenia</w:t>
      </w:r>
    </w:p>
    <w:p w:rsidR="00EA15B0" w:rsidRDefault="00CE547B" w:rsidP="00854FF0"/>
    <w:p w:rsidR="00EA15B0" w:rsidRDefault="00CE547B" w:rsidP="00854FF0"/>
    <w:p w:rsidR="00EA15B0" w:rsidRPr="00854FF0" w:rsidRDefault="00CE547B" w:rsidP="00854FF0"/>
    <w:p w:rsidR="00854FF0" w:rsidRPr="00854FF0" w:rsidRDefault="00495AB4" w:rsidP="00E57DA4">
      <w:pPr>
        <w:pStyle w:val="NAZORGWYDnazwaorganuwydajcegoprojektowanyakt"/>
      </w:pPr>
      <w:r w:rsidRPr="00854FF0">
        <w:tab/>
        <w:t xml:space="preserve">MINISTER ZDROWIA </w:t>
      </w:r>
    </w:p>
    <w:p w:rsidR="00854FF0" w:rsidRPr="00854FF0" w:rsidRDefault="00CE547B" w:rsidP="00854FF0"/>
    <w:p w:rsidR="00261A16" w:rsidRPr="00737F6A" w:rsidRDefault="00CE547B" w:rsidP="00737F6A"/>
    <w:sectPr w:rsidR="00261A16" w:rsidRPr="00737F6A" w:rsidSect="001A7F15">
      <w:headerReference w:type="default" r:id="rId8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42F" w:rsidRDefault="001B242F">
      <w:pPr>
        <w:spacing w:line="240" w:lineRule="auto"/>
      </w:pPr>
      <w:r>
        <w:separator/>
      </w:r>
    </w:p>
  </w:endnote>
  <w:endnote w:type="continuationSeparator" w:id="0">
    <w:p w:rsidR="001B242F" w:rsidRDefault="001B24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42F" w:rsidRDefault="001B242F">
      <w:r>
        <w:separator/>
      </w:r>
    </w:p>
  </w:footnote>
  <w:footnote w:type="continuationSeparator" w:id="0">
    <w:p w:rsidR="001B242F" w:rsidRDefault="001B242F">
      <w:r>
        <w:continuationSeparator/>
      </w:r>
    </w:p>
  </w:footnote>
  <w:footnote w:id="1">
    <w:p w:rsidR="00854FF0" w:rsidRDefault="00495AB4" w:rsidP="00854FF0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 xml:space="preserve"> </w:t>
      </w:r>
      <w:r w:rsidRPr="00854FF0">
        <w:t>Minister Zdrowia kieruje działem administracji rządowej – zdrowie, na podstawie § 1 ust. 2 rozporządzenia Prezesa Rady Ministrów z dnia 10 stycznia 2018 r. w sprawie szczegółowego zakresu działania Ministra Zdrowia (Dz. U. poz. 95).</w:t>
      </w:r>
    </w:p>
  </w:footnote>
  <w:footnote w:id="2">
    <w:p w:rsidR="005E404A" w:rsidRPr="009944F0" w:rsidRDefault="005E404A" w:rsidP="009944F0">
      <w:pPr>
        <w:pStyle w:val="ODNONIKtreodnonika"/>
        <w:rPr>
          <w:rStyle w:val="IGindeksgrny"/>
        </w:rPr>
      </w:pPr>
      <w:r>
        <w:rPr>
          <w:rStyle w:val="Odwoanieprzypisudolnego"/>
        </w:rPr>
        <w:footnoteRef/>
      </w:r>
      <w:r w:rsidRPr="009944F0">
        <w:rPr>
          <w:rStyle w:val="IGindeksgrny"/>
        </w:rPr>
        <w:t>)</w:t>
      </w:r>
      <w:r>
        <w:t xml:space="preserve">  </w:t>
      </w:r>
      <w:r w:rsidRPr="005E404A">
        <w:t>Zmiana wymienionego rozporządzenia została ogłoszona w Dz. Urz. UE L 28 z 04.02.2016, str. 18.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E3D" w:rsidRPr="00B371CC" w:rsidRDefault="00495AB4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CE547B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trackRevisions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AB4"/>
    <w:rsid w:val="000B0E30"/>
    <w:rsid w:val="000C3376"/>
    <w:rsid w:val="000C4B5B"/>
    <w:rsid w:val="000F1872"/>
    <w:rsid w:val="000F3510"/>
    <w:rsid w:val="00126E55"/>
    <w:rsid w:val="00176710"/>
    <w:rsid w:val="001A6F15"/>
    <w:rsid w:val="001B242F"/>
    <w:rsid w:val="00207BFE"/>
    <w:rsid w:val="002E2FDE"/>
    <w:rsid w:val="002F02A8"/>
    <w:rsid w:val="002F0B56"/>
    <w:rsid w:val="003A4637"/>
    <w:rsid w:val="00420ADC"/>
    <w:rsid w:val="00463800"/>
    <w:rsid w:val="00495AB4"/>
    <w:rsid w:val="004C4BEE"/>
    <w:rsid w:val="004D319E"/>
    <w:rsid w:val="004F4BF3"/>
    <w:rsid w:val="0056425C"/>
    <w:rsid w:val="005C0758"/>
    <w:rsid w:val="005E404A"/>
    <w:rsid w:val="00662EFF"/>
    <w:rsid w:val="00695927"/>
    <w:rsid w:val="006C358D"/>
    <w:rsid w:val="006D4FF8"/>
    <w:rsid w:val="00743E9B"/>
    <w:rsid w:val="00753B18"/>
    <w:rsid w:val="00763E58"/>
    <w:rsid w:val="007D059E"/>
    <w:rsid w:val="007E585F"/>
    <w:rsid w:val="008258C8"/>
    <w:rsid w:val="008A3080"/>
    <w:rsid w:val="00946BE8"/>
    <w:rsid w:val="00983268"/>
    <w:rsid w:val="009944F0"/>
    <w:rsid w:val="009A38FC"/>
    <w:rsid w:val="00A03183"/>
    <w:rsid w:val="00A832D9"/>
    <w:rsid w:val="00A9412F"/>
    <w:rsid w:val="00A95D17"/>
    <w:rsid w:val="00AA750E"/>
    <w:rsid w:val="00AE0A00"/>
    <w:rsid w:val="00C006C0"/>
    <w:rsid w:val="00C47CB8"/>
    <w:rsid w:val="00C72822"/>
    <w:rsid w:val="00CD7720"/>
    <w:rsid w:val="00CE125E"/>
    <w:rsid w:val="00CE547B"/>
    <w:rsid w:val="00D15C23"/>
    <w:rsid w:val="00D23621"/>
    <w:rsid w:val="00D34B5B"/>
    <w:rsid w:val="00D74BDD"/>
    <w:rsid w:val="00D87AF4"/>
    <w:rsid w:val="00F476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7896A77-F922-4AB3-9E71-7AAAA3BFB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 w:uiPriority="34" w:qFormat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626BC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Akapitzlist">
    <w:name w:val="List Paragraph"/>
    <w:basedOn w:val="Normalny"/>
    <w:uiPriority w:val="34"/>
    <w:qFormat/>
    <w:rsid w:val="00EA15B0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626BC4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wozniak\Desktop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483E43E-DD99-43EF-99CE-47AF572BA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1</TotalTime>
  <Pages>4</Pages>
  <Words>827</Words>
  <Characters>5000</Characters>
  <Application>Microsoft Office Word</Application>
  <DocSecurity>4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5816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Kamila Malinowska</dc:creator>
  <cp:lastModifiedBy>Perzyńska Ewa</cp:lastModifiedBy>
  <cp:revision>2</cp:revision>
  <cp:lastPrinted>2019-09-05T11:37:00Z</cp:lastPrinted>
  <dcterms:created xsi:type="dcterms:W3CDTF">2019-11-14T12:21:00Z</dcterms:created>
  <dcterms:modified xsi:type="dcterms:W3CDTF">2019-11-14T12:21:00Z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ogłoszenia">
    <vt:lpwstr>&lt;data ogłoszenia&gt;</vt:lpwstr>
  </property>
  <property fmtid="{D5CDD505-2E9C-101B-9397-08002B2CF9AE}" pid="3" name="Data wydania obwieszczenia">
    <vt:lpwstr>&lt;data wydania obwieszczenia&gt;</vt:lpwstr>
  </property>
</Properties>
</file>